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6B88071A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065476" w:rsidRPr="00065476">
        <w:rPr>
          <w:rFonts w:cstheme="minorHAnsi"/>
        </w:rPr>
        <w:t>RE Sieradz - obszar Lutomiersk, Dobroń, Aleksandrów Łódzki, Dłutów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0BAAD073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065476" w:rsidRPr="00065476">
        <w:rPr>
          <w:rFonts w:cstheme="minorHAnsi"/>
          <w:b/>
          <w:bCs/>
        </w:rPr>
        <w:t>RE Sieradz - obszar Lutomiersk, Dobroń, Aleksandrów Łódzki, Dłutów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8205D" w14:textId="77777777" w:rsidR="00602CAA" w:rsidRDefault="00602CAA" w:rsidP="00582CE9">
      <w:pPr>
        <w:spacing w:after="0"/>
      </w:pPr>
      <w:r>
        <w:separator/>
      </w:r>
    </w:p>
  </w:endnote>
  <w:endnote w:type="continuationSeparator" w:id="0">
    <w:p w14:paraId="768D26C3" w14:textId="77777777" w:rsidR="00602CAA" w:rsidRDefault="00602CA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2396A" w14:textId="77777777" w:rsidR="00602CAA" w:rsidRDefault="00602CAA" w:rsidP="00582CE9">
      <w:pPr>
        <w:spacing w:after="0"/>
      </w:pPr>
      <w:r>
        <w:separator/>
      </w:r>
    </w:p>
  </w:footnote>
  <w:footnote w:type="continuationSeparator" w:id="0">
    <w:p w14:paraId="06E32FC7" w14:textId="77777777" w:rsidR="00602CAA" w:rsidRDefault="00602CA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4B06DCA" w14:textId="77777777" w:rsidR="006F2BBD" w:rsidRDefault="006F2BBD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6F2BBD">
            <w:rPr>
              <w:rFonts w:asciiTheme="minorHAnsi" w:hAnsiTheme="minorHAnsi" w:cstheme="minorHAnsi"/>
              <w:sz w:val="14"/>
              <w:szCs w:val="14"/>
            </w:rPr>
            <w:t>Sukcesywne wykonywanie prac projektowych i robót budowlanych polegających na wykonywaniu przyłączy lub linii niskiego napięcia dla celów przyłączenia nowych odbiorców na terenie PGE Dystrybucja S.A. Oddział Łódź na obszarze działania RE Sieradz - obszar Lutomiersk, Dobroń, Aleksandrów Łódzki, Dłutów</w:t>
          </w:r>
        </w:p>
        <w:p w14:paraId="1A19274F" w14:textId="5262D5C9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6F2BB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04660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55BE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54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C7176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2CAA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65E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2BBD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D42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3C0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16886"/>
    <w:rsid w:val="00A30F17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C7B41"/>
    <w:rsid w:val="00BD1D08"/>
    <w:rsid w:val="00BE0AE4"/>
    <w:rsid w:val="00BE38BB"/>
    <w:rsid w:val="00C003C6"/>
    <w:rsid w:val="00C05E34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6669D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 (S).docx</dmsv2BaseFileName>
    <dmsv2BaseDisplayName xmlns="http://schemas.microsoft.com/sharepoint/v3">Załącznik nr 1 do SWZ-OPZ (S)</dmsv2BaseDisplayName>
    <dmsv2SWPP2ObjectNumber xmlns="http://schemas.microsoft.com/sharepoint/v3">POST/DYS/OLD/GZ/04660/2025                        </dmsv2SWPP2ObjectNumber>
    <dmsv2SWPP2SumMD5 xmlns="http://schemas.microsoft.com/sharepoint/v3">54a2627560f06976516f606a96386138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24107578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JEUP5JKVCYQC-922955212-20657</_dlc_DocId>
    <_dlc_DocIdUrl xmlns="a19cb1c7-c5c7-46d4-85ae-d83685407bba">
      <Url>https://swpp2.dms.gkpge.pl/sites/41/_layouts/15/DocIdRedir.aspx?ID=JEUP5JKVCYQC-922955212-20657</Url>
      <Description>JEUP5JKVCYQC-922955212-20657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9FF02-6C98-468B-8D15-097E5D02B9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A9F80F-8358-4EB5-A207-54769AA50A9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21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Kaczorowska-Jakubowska Izabela [PGE Dystr. O.Łódź]</cp:lastModifiedBy>
  <cp:revision>10</cp:revision>
  <cp:lastPrinted>2024-07-15T11:21:00Z</cp:lastPrinted>
  <dcterms:created xsi:type="dcterms:W3CDTF">2025-10-01T10:46:00Z</dcterms:created>
  <dcterms:modified xsi:type="dcterms:W3CDTF">2026-01-13T07:48:00Z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208c17e9-06e9-4847-85c4-cda0df793197</vt:lpwstr>
  </property>
</Properties>
</file>